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63051" w14:textId="19FCEF8A" w:rsidR="0027744A" w:rsidRP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39788F6F" w14:textId="77777777"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789B7F79" w14:textId="77777777" w:rsidTr="00CB0E6C">
        <w:trPr>
          <w:trHeight w:val="416"/>
        </w:trPr>
        <w:tc>
          <w:tcPr>
            <w:tcW w:w="3552" w:type="dxa"/>
          </w:tcPr>
          <w:p w14:paraId="111EA52C" w14:textId="77777777" w:rsidR="002E54F2" w:rsidRDefault="009D2496" w:rsidP="00CE3933">
            <w:pPr>
              <w:spacing w:before="60" w:after="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49308D">
              <w:rPr>
                <w:sz w:val="28"/>
                <w:szCs w:val="28"/>
                <w:lang w:val="uk-UA"/>
              </w:rPr>
              <w:t xml:space="preserve">          </w:t>
            </w:r>
          </w:p>
          <w:p w14:paraId="61236067" w14:textId="302EDE9B" w:rsidR="003D154A" w:rsidRPr="006E76A9" w:rsidRDefault="005735A2" w:rsidP="00CE3933">
            <w:pPr>
              <w:spacing w:before="60" w:after="60"/>
              <w:rPr>
                <w:sz w:val="2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14.05.</w:t>
            </w:r>
            <w:r w:rsidR="003D154A" w:rsidRPr="00114ECF">
              <w:rPr>
                <w:sz w:val="28"/>
                <w:szCs w:val="28"/>
                <w:lang w:val="uk-UA"/>
              </w:rPr>
              <w:t>20</w:t>
            </w:r>
            <w:r w:rsidR="003D154A">
              <w:rPr>
                <w:sz w:val="28"/>
                <w:szCs w:val="28"/>
                <w:lang w:val="uk-UA"/>
              </w:rPr>
              <w:t xml:space="preserve">24 </w:t>
            </w:r>
            <w:r w:rsidR="003D154A" w:rsidRPr="006905F1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2415" w:type="dxa"/>
          </w:tcPr>
          <w:p w14:paraId="25362969" w14:textId="77777777" w:rsidR="003D154A" w:rsidRDefault="003D154A" w:rsidP="00CE393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29DF5A64" w14:textId="51C97A70" w:rsidR="003D154A" w:rsidRPr="00D2049C" w:rsidRDefault="003D154A" w:rsidP="0049308D">
            <w:pPr>
              <w:spacing w:before="60" w:after="60"/>
              <w:jc w:val="center"/>
              <w:rPr>
                <w:sz w:val="28"/>
                <w:szCs w:val="28"/>
                <w:lang w:val="uk-UA"/>
              </w:rPr>
            </w:pPr>
            <w:r w:rsidRPr="00D2049C">
              <w:rPr>
                <w:sz w:val="28"/>
                <w:szCs w:val="28"/>
                <w:lang w:val="uk-UA"/>
              </w:rPr>
              <w:t>№</w:t>
            </w:r>
            <w:r w:rsidR="005735A2">
              <w:rPr>
                <w:sz w:val="28"/>
                <w:szCs w:val="28"/>
                <w:lang w:val="uk-UA"/>
              </w:rPr>
              <w:t xml:space="preserve"> </w:t>
            </w:r>
            <w:r w:rsidR="002E54F2">
              <w:rPr>
                <w:sz w:val="28"/>
                <w:szCs w:val="28"/>
                <w:lang w:val="uk-UA"/>
              </w:rPr>
              <w:t>38</w:t>
            </w:r>
          </w:p>
        </w:tc>
      </w:tr>
    </w:tbl>
    <w:p w14:paraId="325446F8" w14:textId="77777777" w:rsidR="00633619" w:rsidRPr="0090317B" w:rsidRDefault="00633619" w:rsidP="00362434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tbl>
      <w:tblPr>
        <w:tblStyle w:val="ac"/>
        <w:tblW w:w="4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4B1CD0" w14:paraId="747AE4A9" w14:textId="77777777" w:rsidTr="00D9126A">
        <w:tc>
          <w:tcPr>
            <w:tcW w:w="4139" w:type="dxa"/>
          </w:tcPr>
          <w:p w14:paraId="6715CB7E" w14:textId="4DF71252" w:rsidR="00F07599" w:rsidRPr="0090317B" w:rsidRDefault="00F07599" w:rsidP="00F07599">
            <w:pPr>
              <w:spacing w:line="21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bookmarkStart w:id="0" w:name="_Hlk159929502"/>
            <w:r w:rsidRPr="0090317B">
              <w:rPr>
                <w:rFonts w:eastAsia="Times New Roman"/>
                <w:sz w:val="28"/>
                <w:szCs w:val="28"/>
                <w:lang w:val="uk-UA"/>
              </w:rPr>
              <w:t xml:space="preserve">Про підсумки проведення </w:t>
            </w:r>
            <w:r w:rsidRPr="0090317B">
              <w:rPr>
                <w:sz w:val="28"/>
                <w:szCs w:val="28"/>
                <w:lang w:val="uk-UA"/>
              </w:rPr>
              <w:t xml:space="preserve">обласного конкурсу </w:t>
            </w:r>
            <w:r w:rsidR="0049308D">
              <w:rPr>
                <w:sz w:val="28"/>
                <w:szCs w:val="28"/>
                <w:lang w:val="uk-UA"/>
              </w:rPr>
              <w:t>з астрономії</w:t>
            </w:r>
            <w:r w:rsidRPr="0090317B">
              <w:rPr>
                <w:rFonts w:eastAsia="Times New Roman"/>
                <w:sz w:val="28"/>
                <w:szCs w:val="28"/>
                <w:lang w:val="uk-UA"/>
              </w:rPr>
              <w:t xml:space="preserve"> в рамках </w:t>
            </w:r>
            <w:r w:rsidR="0049308D">
              <w:rPr>
                <w:rFonts w:eastAsia="Times New Roman"/>
                <w:sz w:val="28"/>
                <w:szCs w:val="28"/>
                <w:lang w:val="uk-UA"/>
              </w:rPr>
              <w:t>Віртуальної аерокосмічної шко</w:t>
            </w:r>
            <w:r w:rsidR="00A377CC">
              <w:rPr>
                <w:rFonts w:eastAsia="Times New Roman"/>
                <w:sz w:val="28"/>
                <w:szCs w:val="28"/>
                <w:lang w:val="uk-UA"/>
              </w:rPr>
              <w:t>ли</w:t>
            </w:r>
          </w:p>
          <w:p w14:paraId="52A73A78" w14:textId="22C5B941" w:rsidR="004B1CD0" w:rsidRPr="0090317B" w:rsidRDefault="004B1CD0" w:rsidP="00D9126A">
            <w:pPr>
              <w:tabs>
                <w:tab w:val="left" w:pos="851"/>
              </w:tabs>
              <w:jc w:val="both"/>
              <w:rPr>
                <w:sz w:val="8"/>
                <w:szCs w:val="8"/>
                <w:lang w:val="uk-UA"/>
              </w:rPr>
            </w:pPr>
          </w:p>
        </w:tc>
      </w:tr>
      <w:bookmarkEnd w:id="0"/>
    </w:tbl>
    <w:p w14:paraId="56EBD3F2" w14:textId="77777777" w:rsidR="002E54F2" w:rsidRDefault="002E54F2" w:rsidP="0090317B">
      <w:pPr>
        <w:ind w:firstLine="708"/>
        <w:jc w:val="both"/>
        <w:rPr>
          <w:sz w:val="28"/>
          <w:szCs w:val="28"/>
          <w:lang w:val="uk-UA"/>
        </w:rPr>
      </w:pPr>
    </w:p>
    <w:p w14:paraId="55B6643A" w14:textId="396AF2A7" w:rsidR="0071772A" w:rsidRPr="00DB688D" w:rsidRDefault="00A96999" w:rsidP="0090317B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Керуючись </w:t>
      </w:r>
      <w:r w:rsidR="00962472">
        <w:rPr>
          <w:sz w:val="28"/>
          <w:szCs w:val="28"/>
          <w:lang w:val="uk-UA"/>
        </w:rPr>
        <w:t xml:space="preserve">   </w:t>
      </w:r>
      <w:r w:rsidRPr="00DB688D">
        <w:rPr>
          <w:sz w:val="28"/>
          <w:szCs w:val="28"/>
          <w:lang w:val="uk-UA"/>
        </w:rPr>
        <w:t xml:space="preserve">наказом </w:t>
      </w:r>
      <w:r w:rsidR="00962472">
        <w:rPr>
          <w:sz w:val="28"/>
          <w:szCs w:val="28"/>
          <w:lang w:val="uk-UA"/>
        </w:rPr>
        <w:t xml:space="preserve">    </w:t>
      </w:r>
      <w:r w:rsidR="00150E92" w:rsidRPr="00DB688D">
        <w:rPr>
          <w:bCs/>
          <w:color w:val="000000"/>
          <w:sz w:val="28"/>
          <w:szCs w:val="28"/>
          <w:lang w:val="uk-UA"/>
        </w:rPr>
        <w:t>комунального</w:t>
      </w:r>
      <w:r w:rsidR="00962472">
        <w:rPr>
          <w:bCs/>
          <w:color w:val="000000"/>
          <w:sz w:val="28"/>
          <w:szCs w:val="28"/>
          <w:lang w:val="uk-UA"/>
        </w:rPr>
        <w:t xml:space="preserve">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закладу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позашкільної </w:t>
      </w:r>
      <w:r w:rsidR="00962472">
        <w:rPr>
          <w:bCs/>
          <w:color w:val="000000"/>
          <w:sz w:val="28"/>
          <w:szCs w:val="28"/>
          <w:lang w:val="uk-UA"/>
        </w:rPr>
        <w:t xml:space="preserve"> 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освіти </w:t>
      </w:r>
    </w:p>
    <w:p w14:paraId="294EF99B" w14:textId="5B5F6C4F" w:rsidR="00413339" w:rsidRPr="00DB688D" w:rsidRDefault="0071772A" w:rsidP="0090317B">
      <w:pPr>
        <w:jc w:val="both"/>
        <w:rPr>
          <w:sz w:val="28"/>
          <w:szCs w:val="28"/>
          <w:lang w:val="uk-UA"/>
        </w:rPr>
      </w:pPr>
      <w:r w:rsidRPr="00DB688D">
        <w:rPr>
          <w:bCs/>
          <w:color w:val="000000"/>
          <w:sz w:val="28"/>
          <w:szCs w:val="28"/>
          <w:lang w:val="uk-UA"/>
        </w:rPr>
        <w:t>“</w:t>
      </w:r>
      <w:r w:rsidR="00150E92" w:rsidRPr="00DB688D">
        <w:rPr>
          <w:bCs/>
          <w:color w:val="000000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Pr="00DB688D">
        <w:rPr>
          <w:bCs/>
          <w:color w:val="000000"/>
          <w:sz w:val="28"/>
          <w:szCs w:val="28"/>
          <w:lang w:val="uk-UA"/>
        </w:rPr>
        <w:t>” Д</w:t>
      </w:r>
      <w:r w:rsidR="001630E1" w:rsidRPr="00DB688D">
        <w:rPr>
          <w:bCs/>
          <w:color w:val="000000"/>
          <w:sz w:val="28"/>
          <w:szCs w:val="28"/>
          <w:lang w:val="uk-UA"/>
        </w:rPr>
        <w:t>ніпропетровської</w:t>
      </w:r>
      <w:r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630E1" w:rsidRPr="00DB688D">
        <w:rPr>
          <w:bCs/>
          <w:color w:val="000000"/>
          <w:sz w:val="28"/>
          <w:szCs w:val="28"/>
          <w:lang w:val="uk-UA"/>
        </w:rPr>
        <w:t>обласної ради</w:t>
      </w:r>
      <w:r w:rsidRPr="00DB688D">
        <w:rPr>
          <w:bCs/>
          <w:color w:val="000000"/>
          <w:sz w:val="28"/>
          <w:szCs w:val="28"/>
          <w:lang w:val="uk-UA"/>
        </w:rPr>
        <w:t>”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D52BD1" w:rsidRPr="00DB688D">
        <w:rPr>
          <w:bCs/>
          <w:color w:val="000000"/>
          <w:sz w:val="28"/>
          <w:szCs w:val="28"/>
          <w:lang w:val="uk-UA"/>
        </w:rPr>
        <w:t>від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680823">
        <w:rPr>
          <w:bCs/>
          <w:color w:val="000000"/>
          <w:sz w:val="28"/>
          <w:szCs w:val="28"/>
          <w:lang w:val="uk-UA"/>
        </w:rPr>
        <w:t>22 березня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bCs/>
          <w:color w:val="000000"/>
          <w:sz w:val="28"/>
          <w:szCs w:val="28"/>
          <w:lang w:val="uk-UA"/>
        </w:rPr>
        <w:t>2024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bCs/>
          <w:color w:val="000000"/>
          <w:sz w:val="28"/>
          <w:szCs w:val="28"/>
          <w:lang w:val="uk-UA"/>
        </w:rPr>
        <w:t>року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91B91" w:rsidRPr="00DB688D">
        <w:rPr>
          <w:bCs/>
          <w:color w:val="000000"/>
          <w:sz w:val="28"/>
          <w:szCs w:val="28"/>
          <w:lang w:val="uk-UA"/>
        </w:rPr>
        <w:t>№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7973CD">
        <w:rPr>
          <w:bCs/>
          <w:color w:val="000000"/>
          <w:sz w:val="28"/>
          <w:szCs w:val="28"/>
          <w:lang w:val="uk-UA"/>
        </w:rPr>
        <w:t>20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sz w:val="28"/>
          <w:szCs w:val="28"/>
          <w:lang w:val="uk-UA"/>
        </w:rPr>
        <w:t xml:space="preserve">“Про організацію і проведення </w:t>
      </w:r>
      <w:r w:rsidR="007973CD" w:rsidRPr="00DB688D">
        <w:rPr>
          <w:sz w:val="28"/>
          <w:szCs w:val="28"/>
          <w:lang w:val="uk-UA"/>
        </w:rPr>
        <w:t xml:space="preserve"> обласного конкурсу </w:t>
      </w:r>
      <w:r w:rsidR="007973CD">
        <w:rPr>
          <w:sz w:val="28"/>
          <w:szCs w:val="28"/>
          <w:lang w:val="uk-UA"/>
        </w:rPr>
        <w:t>з астрономії</w:t>
      </w:r>
      <w:r w:rsidR="007973CD" w:rsidRPr="00DB688D">
        <w:rPr>
          <w:sz w:val="28"/>
          <w:szCs w:val="28"/>
          <w:lang w:val="uk-UA"/>
        </w:rPr>
        <w:t xml:space="preserve"> в рамках </w:t>
      </w:r>
      <w:r w:rsidR="007973CD">
        <w:rPr>
          <w:sz w:val="28"/>
          <w:szCs w:val="28"/>
          <w:lang w:val="uk-UA"/>
        </w:rPr>
        <w:t>Віртуальної аерокосмічної школи</w:t>
      </w:r>
      <w:r w:rsidR="007973CD" w:rsidRPr="00DB688D">
        <w:rPr>
          <w:sz w:val="28"/>
          <w:szCs w:val="28"/>
          <w:lang w:val="uk-UA"/>
        </w:rPr>
        <w:t xml:space="preserve">”, </w:t>
      </w:r>
      <w:r w:rsidR="001A01B4" w:rsidRPr="00DB688D">
        <w:rPr>
          <w:sz w:val="28"/>
          <w:szCs w:val="28"/>
          <w:lang w:val="uk-UA"/>
        </w:rPr>
        <w:t xml:space="preserve"> (далі – Конкурс)</w:t>
      </w:r>
      <w:r w:rsidR="000F1512" w:rsidRPr="00DB688D">
        <w:rPr>
          <w:sz w:val="28"/>
          <w:szCs w:val="28"/>
          <w:lang w:val="uk-UA"/>
        </w:rPr>
        <w:t xml:space="preserve"> та </w:t>
      </w:r>
      <w:r w:rsidR="0090317B">
        <w:rPr>
          <w:sz w:val="28"/>
          <w:szCs w:val="28"/>
          <w:lang w:val="uk-UA"/>
        </w:rPr>
        <w:t>враховуючи наказ</w:t>
      </w:r>
      <w:r w:rsidR="00AD78B5" w:rsidRPr="00DB688D">
        <w:rPr>
          <w:sz w:val="28"/>
          <w:szCs w:val="28"/>
          <w:lang w:val="uk-UA"/>
        </w:rPr>
        <w:t xml:space="preserve"> департаменту освіти і науки облдержадміністрації</w:t>
      </w:r>
      <w:r w:rsidR="00B04B3B" w:rsidRPr="00DB688D">
        <w:rPr>
          <w:sz w:val="28"/>
          <w:szCs w:val="28"/>
          <w:lang w:val="uk-UA"/>
        </w:rPr>
        <w:t xml:space="preserve"> </w:t>
      </w:r>
      <w:r w:rsidR="00B04B3B" w:rsidRPr="0054218A">
        <w:rPr>
          <w:sz w:val="28"/>
          <w:szCs w:val="28"/>
          <w:lang w:val="uk-UA"/>
        </w:rPr>
        <w:t xml:space="preserve">від </w:t>
      </w:r>
      <w:r w:rsidR="0054218A" w:rsidRPr="0054218A">
        <w:rPr>
          <w:sz w:val="28"/>
          <w:szCs w:val="28"/>
          <w:lang w:val="uk-UA"/>
        </w:rPr>
        <w:t>13 травня</w:t>
      </w:r>
      <w:r w:rsidR="00B04B3B" w:rsidRPr="0054218A">
        <w:rPr>
          <w:sz w:val="28"/>
          <w:szCs w:val="28"/>
          <w:lang w:val="uk-UA"/>
        </w:rPr>
        <w:t xml:space="preserve"> 2024 року </w:t>
      </w:r>
      <w:r w:rsidR="00D44654" w:rsidRPr="0054218A">
        <w:rPr>
          <w:sz w:val="28"/>
          <w:szCs w:val="28"/>
          <w:lang w:val="uk-UA"/>
        </w:rPr>
        <w:t xml:space="preserve">№ </w:t>
      </w:r>
      <w:r w:rsidR="005735A2">
        <w:rPr>
          <w:sz w:val="28"/>
          <w:szCs w:val="28"/>
          <w:lang w:val="uk-UA"/>
        </w:rPr>
        <w:t>268</w:t>
      </w:r>
      <w:r w:rsidR="00F61541" w:rsidRPr="0054218A">
        <w:rPr>
          <w:sz w:val="28"/>
          <w:szCs w:val="28"/>
          <w:lang w:val="uk-UA"/>
        </w:rPr>
        <w:t xml:space="preserve"> </w:t>
      </w:r>
      <w:r w:rsidR="00C7567F" w:rsidRPr="0054218A">
        <w:rPr>
          <w:sz w:val="28"/>
          <w:szCs w:val="28"/>
          <w:lang w:val="uk-UA"/>
        </w:rPr>
        <w:t>“</w:t>
      </w:r>
      <w:r w:rsidR="00C7567F" w:rsidRPr="00743061">
        <w:rPr>
          <w:sz w:val="28"/>
          <w:szCs w:val="28"/>
          <w:lang w:val="uk-UA"/>
        </w:rPr>
        <w:t xml:space="preserve">Про </w:t>
      </w:r>
      <w:r w:rsidR="001E42F3" w:rsidRPr="00743061">
        <w:rPr>
          <w:sz w:val="28"/>
          <w:szCs w:val="28"/>
          <w:lang w:val="uk-UA"/>
        </w:rPr>
        <w:t xml:space="preserve">підсумки </w:t>
      </w:r>
      <w:r w:rsidR="00C7567F" w:rsidRPr="00743061">
        <w:rPr>
          <w:sz w:val="28"/>
          <w:szCs w:val="28"/>
          <w:lang w:val="uk-UA"/>
        </w:rPr>
        <w:t xml:space="preserve">проведення обласного конкурсу </w:t>
      </w:r>
      <w:r w:rsidR="006447A4" w:rsidRPr="00743061">
        <w:rPr>
          <w:sz w:val="28"/>
          <w:szCs w:val="28"/>
          <w:lang w:val="uk-UA"/>
        </w:rPr>
        <w:t>з</w:t>
      </w:r>
      <w:r w:rsidR="007973CD" w:rsidRPr="00743061">
        <w:rPr>
          <w:sz w:val="28"/>
          <w:szCs w:val="28"/>
          <w:lang w:val="uk-UA"/>
        </w:rPr>
        <w:t xml:space="preserve"> </w:t>
      </w:r>
      <w:r w:rsidR="006447A4" w:rsidRPr="00743061">
        <w:rPr>
          <w:sz w:val="28"/>
          <w:szCs w:val="28"/>
          <w:lang w:val="uk-UA"/>
        </w:rPr>
        <w:t>астрономії</w:t>
      </w:r>
      <w:r w:rsidR="00C7567F" w:rsidRPr="00743061">
        <w:rPr>
          <w:sz w:val="28"/>
          <w:szCs w:val="28"/>
          <w:lang w:val="uk-UA"/>
        </w:rPr>
        <w:t xml:space="preserve"> в рамках </w:t>
      </w:r>
      <w:r w:rsidR="006447A4" w:rsidRPr="00743061">
        <w:rPr>
          <w:sz w:val="28"/>
          <w:szCs w:val="28"/>
          <w:lang w:val="uk-UA"/>
        </w:rPr>
        <w:t xml:space="preserve">Віртуальної </w:t>
      </w:r>
      <w:r w:rsidR="006447A4">
        <w:rPr>
          <w:sz w:val="28"/>
          <w:szCs w:val="28"/>
          <w:lang w:val="uk-UA"/>
        </w:rPr>
        <w:t>аерокосмічної школи</w:t>
      </w:r>
      <w:r w:rsidR="00C7567F" w:rsidRPr="00DB688D">
        <w:rPr>
          <w:sz w:val="28"/>
          <w:szCs w:val="28"/>
          <w:lang w:val="uk-UA"/>
        </w:rPr>
        <w:t>”</w:t>
      </w:r>
      <w:r w:rsidR="00413339" w:rsidRPr="00DB688D">
        <w:rPr>
          <w:sz w:val="28"/>
          <w:szCs w:val="28"/>
          <w:lang w:val="uk-UA"/>
        </w:rPr>
        <w:t xml:space="preserve">, з метою популяризації </w:t>
      </w:r>
      <w:r w:rsidR="00413339" w:rsidRPr="00DB688D">
        <w:rPr>
          <w:sz w:val="28"/>
          <w:szCs w:val="28"/>
          <w:lang w:val="en-US"/>
        </w:rPr>
        <w:t>STEM</w:t>
      </w:r>
      <w:r w:rsidR="00413339" w:rsidRPr="00DB688D">
        <w:rPr>
          <w:sz w:val="28"/>
          <w:szCs w:val="28"/>
          <w:lang w:val="uk-UA"/>
        </w:rPr>
        <w:t xml:space="preserve">-освіти, науково-технічної творчості учнів, </w:t>
      </w:r>
      <w:r w:rsidR="002A1158" w:rsidRPr="00882C8E">
        <w:rPr>
          <w:sz w:val="28"/>
          <w:szCs w:val="28"/>
          <w:lang w:val="uk-UA"/>
        </w:rPr>
        <w:t xml:space="preserve">сприяння </w:t>
      </w:r>
      <w:r w:rsidR="002A1158" w:rsidRPr="00F9639A">
        <w:rPr>
          <w:color w:val="0D0D0D"/>
          <w:sz w:val="28"/>
          <w:szCs w:val="28"/>
          <w:lang w:val="uk-UA" w:eastAsia="ru-UA"/>
        </w:rPr>
        <w:t>зацікавленості учнів у вивченні астрономії</w:t>
      </w:r>
      <w:r w:rsidR="00D606A2">
        <w:rPr>
          <w:color w:val="0D0D0D"/>
          <w:sz w:val="28"/>
          <w:szCs w:val="28"/>
          <w:lang w:val="uk-UA" w:eastAsia="ru-UA"/>
        </w:rPr>
        <w:t xml:space="preserve"> </w:t>
      </w:r>
      <w:r w:rsidR="00245F86">
        <w:rPr>
          <w:color w:val="0D0D0D"/>
          <w:sz w:val="28"/>
          <w:szCs w:val="28"/>
          <w:lang w:val="uk-UA" w:eastAsia="ru-UA"/>
        </w:rPr>
        <w:br/>
      </w:r>
      <w:r w:rsidR="006638FF">
        <w:rPr>
          <w:sz w:val="28"/>
          <w:szCs w:val="28"/>
          <w:lang w:val="uk-UA"/>
        </w:rPr>
        <w:t xml:space="preserve">01-02 травня </w:t>
      </w:r>
      <w:r w:rsidR="00413339" w:rsidRPr="00DB688D">
        <w:rPr>
          <w:sz w:val="28"/>
          <w:szCs w:val="28"/>
          <w:lang w:val="uk-UA"/>
        </w:rPr>
        <w:t>2024 року проведено вищезазначений конкурс.</w:t>
      </w:r>
    </w:p>
    <w:p w14:paraId="38152959" w14:textId="789DABB9" w:rsidR="0071772A" w:rsidRDefault="00413339" w:rsidP="0090317B">
      <w:pPr>
        <w:ind w:firstLine="567"/>
        <w:jc w:val="both"/>
        <w:rPr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За </w:t>
      </w:r>
      <w:r w:rsidR="003D4A13">
        <w:rPr>
          <w:sz w:val="28"/>
          <w:szCs w:val="28"/>
          <w:lang w:val="uk-UA"/>
        </w:rPr>
        <w:t>підсумками К</w:t>
      </w:r>
      <w:r w:rsidRPr="00DB688D">
        <w:rPr>
          <w:sz w:val="28"/>
          <w:szCs w:val="28"/>
          <w:lang w:val="uk-UA"/>
        </w:rPr>
        <w:t>онкурсу</w:t>
      </w:r>
    </w:p>
    <w:p w14:paraId="53D1D436" w14:textId="77777777" w:rsidR="0090317B" w:rsidRPr="0090317B" w:rsidRDefault="0090317B" w:rsidP="0090317B">
      <w:pPr>
        <w:ind w:firstLine="567"/>
        <w:jc w:val="both"/>
        <w:rPr>
          <w:sz w:val="8"/>
          <w:szCs w:val="8"/>
          <w:lang w:val="uk-UA"/>
        </w:rPr>
      </w:pPr>
    </w:p>
    <w:p w14:paraId="1757B87C" w14:textId="77777777" w:rsidR="00715CBC" w:rsidRPr="0053416F" w:rsidRDefault="00715CBC" w:rsidP="0090317B">
      <w:pPr>
        <w:ind w:firstLine="567"/>
        <w:jc w:val="both"/>
        <w:rPr>
          <w:sz w:val="28"/>
          <w:szCs w:val="28"/>
          <w:lang w:val="en-US"/>
        </w:rPr>
      </w:pPr>
      <w:r w:rsidRPr="00D82DD7">
        <w:rPr>
          <w:sz w:val="28"/>
          <w:szCs w:val="28"/>
          <w:lang w:val="uk-UA"/>
        </w:rPr>
        <w:t>НАКАЗУЮ:</w:t>
      </w:r>
    </w:p>
    <w:p w14:paraId="10AF3327" w14:textId="77777777" w:rsidR="00A96999" w:rsidRPr="0090317B" w:rsidRDefault="00A96999" w:rsidP="0090317B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p w14:paraId="111D0CC9" w14:textId="1F930CDC" w:rsidR="0090317B" w:rsidRPr="00DC4E78" w:rsidRDefault="008942EB" w:rsidP="0090317B">
      <w:pPr>
        <w:numPr>
          <w:ilvl w:val="0"/>
          <w:numId w:val="9"/>
        </w:numPr>
        <w:ind w:left="0" w:firstLine="426"/>
        <w:jc w:val="both"/>
        <w:rPr>
          <w:sz w:val="28"/>
          <w:szCs w:val="28"/>
          <w:lang w:val="uk-UA"/>
        </w:rPr>
      </w:pPr>
      <w:r w:rsidRPr="00DC4E78">
        <w:rPr>
          <w:sz w:val="28"/>
          <w:szCs w:val="28"/>
          <w:lang w:val="uk-UA"/>
        </w:rPr>
        <w:t xml:space="preserve">Методисту </w:t>
      </w:r>
      <w:r w:rsidRPr="00DC4E78">
        <w:rPr>
          <w:w w:val="90"/>
          <w:sz w:val="28"/>
          <w:szCs w:val="28"/>
          <w:lang w:val="uk-UA"/>
        </w:rPr>
        <w:t>Центру</w:t>
      </w:r>
      <w:r w:rsidRPr="00DC4E78">
        <w:rPr>
          <w:sz w:val="28"/>
          <w:szCs w:val="28"/>
          <w:lang w:val="uk-UA"/>
        </w:rPr>
        <w:t xml:space="preserve"> </w:t>
      </w:r>
      <w:r w:rsidR="00887417" w:rsidRPr="00DC4E78">
        <w:rPr>
          <w:sz w:val="28"/>
          <w:szCs w:val="28"/>
          <w:lang w:val="uk-UA"/>
        </w:rPr>
        <w:t>Н</w:t>
      </w:r>
      <w:r w:rsidR="00C45949" w:rsidRPr="00DC4E78">
        <w:rPr>
          <w:sz w:val="28"/>
          <w:szCs w:val="28"/>
          <w:lang w:val="uk-UA"/>
        </w:rPr>
        <w:t>елі РИЧКО</w:t>
      </w:r>
      <w:r w:rsidR="0090317B" w:rsidRPr="00DC4E78">
        <w:rPr>
          <w:sz w:val="28"/>
          <w:szCs w:val="28"/>
          <w:lang w:val="uk-UA"/>
        </w:rPr>
        <w:t>:</w:t>
      </w:r>
      <w:r w:rsidR="00C45949" w:rsidRPr="00DC4E78">
        <w:rPr>
          <w:sz w:val="28"/>
          <w:szCs w:val="28"/>
          <w:lang w:val="uk-UA"/>
        </w:rPr>
        <w:t xml:space="preserve"> </w:t>
      </w:r>
    </w:p>
    <w:p w14:paraId="7B1331FF" w14:textId="0F965348" w:rsidR="00DC4E78" w:rsidRPr="002D46F6" w:rsidRDefault="001D0177" w:rsidP="0053416F">
      <w:pPr>
        <w:pStyle w:val="a9"/>
        <w:numPr>
          <w:ilvl w:val="1"/>
          <w:numId w:val="15"/>
        </w:numPr>
        <w:spacing w:after="0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317B" w:rsidRPr="00DC4E78">
        <w:rPr>
          <w:rFonts w:ascii="Times New Roman" w:hAnsi="Times New Roman"/>
          <w:sz w:val="28"/>
          <w:szCs w:val="28"/>
          <w:lang w:val="uk-UA"/>
        </w:rPr>
        <w:t xml:space="preserve">Вжити організаційних заходів щодо </w:t>
      </w:r>
      <w:r w:rsidR="006A09FF" w:rsidRPr="00DC4E78">
        <w:rPr>
          <w:rFonts w:ascii="Times New Roman" w:hAnsi="Times New Roman"/>
          <w:sz w:val="28"/>
          <w:szCs w:val="28"/>
          <w:lang w:val="uk-UA"/>
        </w:rPr>
        <w:t xml:space="preserve">нагородження грамотами </w:t>
      </w:r>
      <w:r w:rsidR="006A09FF" w:rsidRPr="00DC4E78">
        <w:rPr>
          <w:rFonts w:ascii="Times New Roman" w:hAnsi="Times New Roman"/>
          <w:bCs/>
          <w:color w:val="000000"/>
          <w:sz w:val="28"/>
          <w:szCs w:val="28"/>
          <w:lang w:val="uk-UA"/>
        </w:rPr>
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наукових керівникі</w:t>
      </w:r>
      <w:r w:rsidR="0090317B" w:rsidRPr="00DC4E78">
        <w:rPr>
          <w:rFonts w:ascii="Times New Roman" w:hAnsi="Times New Roman"/>
          <w:bCs/>
          <w:color w:val="000000"/>
          <w:sz w:val="28"/>
          <w:szCs w:val="28"/>
          <w:lang w:val="uk-UA"/>
        </w:rPr>
        <w:t>в, які підготували</w:t>
      </w:r>
      <w:r w:rsidR="006A09FF" w:rsidRPr="00DC4E78">
        <w:rPr>
          <w:rFonts w:ascii="Times New Roman" w:hAnsi="Times New Roman"/>
          <w:sz w:val="28"/>
          <w:szCs w:val="28"/>
          <w:lang w:val="uk-UA"/>
        </w:rPr>
        <w:t xml:space="preserve"> переможців обласного конкурсу</w:t>
      </w:r>
      <w:r w:rsidR="0090317B" w:rsidRPr="00DC4E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E30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57B6">
        <w:rPr>
          <w:rFonts w:ascii="Times New Roman" w:hAnsi="Times New Roman"/>
          <w:sz w:val="28"/>
          <w:szCs w:val="28"/>
          <w:lang w:val="uk-UA"/>
        </w:rPr>
        <w:t>грамотами</w:t>
      </w:r>
      <w:r w:rsidR="00CA3778">
        <w:rPr>
          <w:rFonts w:ascii="Times New Roman" w:hAnsi="Times New Roman"/>
          <w:sz w:val="28"/>
          <w:szCs w:val="28"/>
          <w:lang w:val="uk-UA"/>
        </w:rPr>
        <w:t xml:space="preserve"> учасників </w:t>
      </w:r>
      <w:r w:rsidR="008D36C9">
        <w:rPr>
          <w:rFonts w:ascii="Times New Roman" w:hAnsi="Times New Roman"/>
          <w:sz w:val="28"/>
          <w:szCs w:val="28"/>
          <w:lang w:val="uk-UA"/>
        </w:rPr>
        <w:t xml:space="preserve">Конкурсу </w:t>
      </w:r>
      <w:r w:rsidR="0090317B" w:rsidRPr="00DC4E78">
        <w:rPr>
          <w:rFonts w:ascii="Times New Roman" w:hAnsi="Times New Roman"/>
          <w:sz w:val="28"/>
          <w:szCs w:val="28"/>
          <w:lang w:val="uk-UA"/>
        </w:rPr>
        <w:t>відповідно до списк</w:t>
      </w:r>
      <w:r w:rsidR="002D46F6">
        <w:rPr>
          <w:rFonts w:ascii="Times New Roman" w:hAnsi="Times New Roman"/>
          <w:sz w:val="28"/>
          <w:szCs w:val="28"/>
          <w:lang w:val="uk-UA"/>
        </w:rPr>
        <w:t>ів</w:t>
      </w:r>
      <w:r w:rsidR="0090317B" w:rsidRPr="00DC4E78">
        <w:rPr>
          <w:rFonts w:ascii="Times New Roman" w:hAnsi="Times New Roman"/>
          <w:sz w:val="28"/>
          <w:szCs w:val="28"/>
          <w:lang w:val="uk-UA"/>
        </w:rPr>
        <w:t>, що дода</w:t>
      </w:r>
      <w:r w:rsidR="002D46F6">
        <w:rPr>
          <w:rFonts w:ascii="Times New Roman" w:hAnsi="Times New Roman"/>
          <w:sz w:val="28"/>
          <w:szCs w:val="28"/>
          <w:lang w:val="uk-UA"/>
        </w:rPr>
        <w:t>ю</w:t>
      </w:r>
      <w:r w:rsidR="0090317B" w:rsidRPr="00DC4E78">
        <w:rPr>
          <w:rFonts w:ascii="Times New Roman" w:hAnsi="Times New Roman"/>
          <w:sz w:val="28"/>
          <w:szCs w:val="28"/>
          <w:lang w:val="uk-UA"/>
        </w:rPr>
        <w:t>ться</w:t>
      </w:r>
      <w:r w:rsidR="00D35132">
        <w:rPr>
          <w:rFonts w:ascii="Times New Roman" w:hAnsi="Times New Roman"/>
          <w:sz w:val="28"/>
          <w:szCs w:val="28"/>
          <w:lang w:val="uk-UA"/>
        </w:rPr>
        <w:t>.</w:t>
      </w:r>
    </w:p>
    <w:p w14:paraId="050D8A8B" w14:textId="437D0462" w:rsidR="00165EEA" w:rsidRDefault="0090317B" w:rsidP="0053416F">
      <w:pPr>
        <w:spacing w:line="276" w:lineRule="auto"/>
        <w:ind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1.2. </w:t>
      </w:r>
      <w:r w:rsidR="008942EB" w:rsidRPr="0090317B">
        <w:rPr>
          <w:sz w:val="28"/>
          <w:szCs w:val="28"/>
          <w:lang w:val="uk-UA"/>
        </w:rPr>
        <w:t xml:space="preserve">Довести до відома керівників закладів позашкільної освіти </w:t>
      </w:r>
      <w:r>
        <w:rPr>
          <w:sz w:val="28"/>
          <w:szCs w:val="28"/>
          <w:lang w:val="uk-UA"/>
        </w:rPr>
        <w:t>наказ</w:t>
      </w:r>
      <w:r w:rsidRPr="00DB688D">
        <w:rPr>
          <w:sz w:val="28"/>
          <w:szCs w:val="28"/>
          <w:lang w:val="uk-UA"/>
        </w:rPr>
        <w:t xml:space="preserve"> департаменту освіти і науки облдержадміністрації від </w:t>
      </w:r>
      <w:r w:rsidR="0054218A" w:rsidRPr="0054218A">
        <w:rPr>
          <w:sz w:val="28"/>
          <w:szCs w:val="28"/>
          <w:lang w:val="uk-UA"/>
        </w:rPr>
        <w:t xml:space="preserve">13 травня 2024 року </w:t>
      </w:r>
      <w:r w:rsidR="00D606A2">
        <w:rPr>
          <w:sz w:val="28"/>
          <w:szCs w:val="28"/>
          <w:lang w:val="uk-UA"/>
        </w:rPr>
        <w:br/>
      </w:r>
      <w:r w:rsidR="0054218A" w:rsidRPr="0054218A">
        <w:rPr>
          <w:sz w:val="28"/>
          <w:szCs w:val="28"/>
          <w:lang w:val="uk-UA"/>
        </w:rPr>
        <w:t xml:space="preserve">№ </w:t>
      </w:r>
      <w:r w:rsidR="002E54F2">
        <w:rPr>
          <w:sz w:val="28"/>
          <w:szCs w:val="28"/>
          <w:lang w:val="uk-UA"/>
        </w:rPr>
        <w:t>26</w:t>
      </w:r>
      <w:r w:rsidR="0054218A" w:rsidRPr="0054218A">
        <w:rPr>
          <w:sz w:val="28"/>
          <w:szCs w:val="28"/>
          <w:lang w:val="uk-UA"/>
        </w:rPr>
        <w:t>8</w:t>
      </w:r>
      <w:r w:rsidRPr="0054218A">
        <w:rPr>
          <w:sz w:val="28"/>
          <w:szCs w:val="28"/>
          <w:lang w:val="uk-UA"/>
        </w:rPr>
        <w:t xml:space="preserve"> </w:t>
      </w:r>
      <w:r w:rsidR="00165EEA" w:rsidRPr="0054218A">
        <w:rPr>
          <w:sz w:val="28"/>
          <w:szCs w:val="28"/>
          <w:lang w:val="uk-UA"/>
        </w:rPr>
        <w:t xml:space="preserve">“Про підсумки проведення обласного конкурсу з астрономії в рамках </w:t>
      </w:r>
      <w:r w:rsidR="00165EEA">
        <w:rPr>
          <w:sz w:val="28"/>
          <w:szCs w:val="28"/>
          <w:lang w:val="uk-UA"/>
        </w:rPr>
        <w:t>Віртуальної аерокосмічної школи</w:t>
      </w:r>
      <w:r w:rsidR="00165EEA" w:rsidRPr="00DB688D">
        <w:rPr>
          <w:sz w:val="28"/>
          <w:szCs w:val="28"/>
          <w:lang w:val="uk-UA"/>
        </w:rPr>
        <w:t>”</w:t>
      </w:r>
      <w:r w:rsidR="00165EEA">
        <w:rPr>
          <w:sz w:val="28"/>
          <w:szCs w:val="28"/>
          <w:lang w:val="uk-UA"/>
        </w:rPr>
        <w:t>.</w:t>
      </w:r>
      <w:r w:rsidR="00165EEA" w:rsidRPr="00DB688D">
        <w:rPr>
          <w:sz w:val="28"/>
          <w:szCs w:val="28"/>
          <w:lang w:val="uk-UA"/>
        </w:rPr>
        <w:t xml:space="preserve"> </w:t>
      </w:r>
    </w:p>
    <w:p w14:paraId="6763361D" w14:textId="187CC13A" w:rsidR="008942EB" w:rsidRPr="00C24F1C" w:rsidRDefault="00DD4B18" w:rsidP="0053416F">
      <w:pPr>
        <w:spacing w:line="276" w:lineRule="auto"/>
        <w:ind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031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8942EB" w:rsidRPr="00C24F1C">
        <w:rPr>
          <w:noProof/>
          <w:sz w:val="28"/>
          <w:szCs w:val="28"/>
        </w:rPr>
        <w:t>Контроль за виконанням даного наказу залишаю за собою.</w:t>
      </w:r>
    </w:p>
    <w:p w14:paraId="641FED25" w14:textId="77777777" w:rsidR="008942EB" w:rsidRDefault="008942EB" w:rsidP="0090317B">
      <w:pPr>
        <w:ind w:firstLine="567"/>
        <w:jc w:val="both"/>
        <w:rPr>
          <w:sz w:val="28"/>
          <w:szCs w:val="28"/>
          <w:lang w:val="uk-UA"/>
        </w:rPr>
      </w:pPr>
    </w:p>
    <w:p w14:paraId="79B8F152" w14:textId="77777777" w:rsidR="002E54F2" w:rsidRDefault="002E54F2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37D992E3" w14:textId="5FB339B0" w:rsidR="008942EB" w:rsidRPr="00633619" w:rsidRDefault="008942EB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 w:rsidRPr="00633619">
        <w:rPr>
          <w:sz w:val="28"/>
          <w:szCs w:val="28"/>
          <w:lang w:val="uk-UA"/>
        </w:rPr>
        <w:t xml:space="preserve">Директор </w:t>
      </w:r>
      <w:r w:rsidRPr="00633619">
        <w:rPr>
          <w:sz w:val="28"/>
          <w:szCs w:val="28"/>
          <w:lang w:val="uk-UA"/>
        </w:rPr>
        <w:tab/>
      </w:r>
      <w:r w:rsidRPr="00633619">
        <w:rPr>
          <w:sz w:val="28"/>
          <w:szCs w:val="28"/>
          <w:lang w:val="uk-UA"/>
        </w:rPr>
        <w:tab/>
        <w:t xml:space="preserve">             </w:t>
      </w:r>
      <w:r w:rsidRPr="00633619">
        <w:rPr>
          <w:sz w:val="28"/>
          <w:szCs w:val="28"/>
          <w:lang w:val="uk-UA"/>
        </w:rPr>
        <w:tab/>
        <w:t xml:space="preserve">                              Людмила ВОЛКОВА</w:t>
      </w:r>
    </w:p>
    <w:sectPr w:rsidR="008942EB" w:rsidRPr="00633619" w:rsidSect="00DD4B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707" w:bottom="284" w:left="1701" w:header="113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230CA" w14:textId="77777777" w:rsidR="00280271" w:rsidRDefault="00280271">
      <w:r>
        <w:separator/>
      </w:r>
    </w:p>
  </w:endnote>
  <w:endnote w:type="continuationSeparator" w:id="0">
    <w:p w14:paraId="3AE48C6C" w14:textId="77777777" w:rsidR="00280271" w:rsidRDefault="0028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7ED90" w14:textId="77777777" w:rsidR="00293307" w:rsidRDefault="00293307" w:rsidP="009479E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7D18F8A" w14:textId="77777777" w:rsidR="00293307" w:rsidRDefault="00293307" w:rsidP="00843CD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6C965" w14:textId="77777777" w:rsidR="00293307" w:rsidRPr="00C109C3" w:rsidRDefault="00293307" w:rsidP="009479EF">
    <w:pPr>
      <w:pStyle w:val="a7"/>
      <w:framePr w:wrap="around" w:vAnchor="text" w:hAnchor="margin" w:xAlign="right" w:y="1"/>
      <w:rPr>
        <w:rStyle w:val="aa"/>
        <w:lang w:val="uk-UA"/>
      </w:rPr>
    </w:pPr>
  </w:p>
  <w:p w14:paraId="09692DD1" w14:textId="77777777" w:rsidR="00293307" w:rsidRDefault="00293307" w:rsidP="00843CD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C2783" w14:textId="77777777" w:rsidR="00280271" w:rsidRDefault="00280271">
      <w:r>
        <w:separator/>
      </w:r>
    </w:p>
  </w:footnote>
  <w:footnote w:type="continuationSeparator" w:id="0">
    <w:p w14:paraId="1CDC0632" w14:textId="77777777" w:rsidR="00280271" w:rsidRDefault="00280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9E89B" w14:textId="77777777" w:rsidR="00293307" w:rsidRDefault="00293307" w:rsidP="0004180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014A">
      <w:rPr>
        <w:rStyle w:val="aa"/>
        <w:noProof/>
      </w:rPr>
      <w:t>1</w:t>
    </w:r>
    <w:r>
      <w:rPr>
        <w:rStyle w:val="aa"/>
      </w:rPr>
      <w:fldChar w:fldCharType="end"/>
    </w:r>
  </w:p>
  <w:p w14:paraId="737D6403" w14:textId="77777777" w:rsidR="00293307" w:rsidRDefault="002933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5634E" w14:textId="77777777" w:rsidR="00587F5E" w:rsidRDefault="00587F5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D4B18" w:rsidRPr="00DD4B18">
      <w:rPr>
        <w:noProof/>
        <w:lang w:val="ru-RU"/>
      </w:rPr>
      <w:t>2</w:t>
    </w:r>
    <w:r>
      <w:fldChar w:fldCharType="end"/>
    </w:r>
  </w:p>
  <w:p w14:paraId="1D3F7D82" w14:textId="77777777" w:rsidR="00293307" w:rsidRPr="0004180A" w:rsidRDefault="00293307" w:rsidP="0004180A">
    <w:pPr>
      <w:pStyle w:val="a5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45DC8" w14:textId="77777777"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bookmarkStart w:id="1" w:name="_Hlk159929852"/>
    <w:bookmarkStart w:id="2" w:name="_Hlk159929853"/>
    <w:bookmarkStart w:id="3" w:name="_Hlk159929855"/>
    <w:bookmarkStart w:id="4" w:name="_Hlk159929856"/>
    <w:bookmarkStart w:id="5" w:name="_Hlk159929857"/>
    <w:bookmarkStart w:id="6" w:name="_Hlk159929858"/>
    <w:bookmarkStart w:id="7" w:name="_Hlk159929859"/>
    <w:bookmarkStart w:id="8" w:name="_Hlk159929860"/>
    <w:bookmarkStart w:id="9" w:name="_Hlk159929861"/>
    <w:bookmarkStart w:id="10" w:name="_Hlk159929862"/>
    <w:r w:rsidRPr="00430432">
      <w:rPr>
        <w:color w:val="000000"/>
        <w:sz w:val="24"/>
        <w:szCs w:val="24"/>
      </w:rPr>
      <w:t>ДЕПАРТАМЕНТ ОСВІТИ І НАУКИ</w:t>
    </w:r>
  </w:p>
  <w:p w14:paraId="2B3E7EE0" w14:textId="77777777"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r w:rsidRPr="00430432">
      <w:rPr>
        <w:color w:val="000000"/>
        <w:sz w:val="24"/>
        <w:szCs w:val="24"/>
      </w:rPr>
      <w:t xml:space="preserve">ДНІПРОПЕТРОВСЬКОЇ ОБЛАСНОЇ ДЕРЖАВНОЇ АДМІНІСТРАЦІЇ </w:t>
    </w:r>
  </w:p>
  <w:p w14:paraId="17961A37" w14:textId="77777777" w:rsidR="006603F4" w:rsidRDefault="006603F4" w:rsidP="006603F4">
    <w:pPr>
      <w:jc w:val="center"/>
      <w:rPr>
        <w:b/>
        <w:color w:val="000000"/>
        <w:lang w:val="uk-UA"/>
      </w:rPr>
    </w:pPr>
    <w:r w:rsidRPr="00430432">
      <w:rPr>
        <w:b/>
        <w:color w:val="000000"/>
        <w:lang w:val="uk-UA"/>
      </w:rPr>
      <w:t xml:space="preserve">КОМУНАЛЬНИЙ </w:t>
    </w:r>
    <w:r>
      <w:rPr>
        <w:b/>
        <w:color w:val="000000"/>
        <w:lang w:val="uk-UA"/>
      </w:rPr>
      <w:t xml:space="preserve">ЗАКЛАД ПОЗАШКІЛЬНОЇ ОСВІТИ </w:t>
    </w:r>
  </w:p>
  <w:p w14:paraId="7478645A" w14:textId="77777777" w:rsidR="006603F4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“</w:t>
    </w:r>
    <w:r w:rsidR="006603F4" w:rsidRPr="00430432">
      <w:rPr>
        <w:b/>
        <w:color w:val="000000"/>
        <w:lang w:val="uk-UA"/>
      </w:rPr>
      <w:t xml:space="preserve">ДНІПРОПЕТРОВСЬКИЙ </w:t>
    </w:r>
    <w:r w:rsidR="006603F4" w:rsidRPr="000678CE">
      <w:rPr>
        <w:b/>
        <w:color w:val="000000"/>
        <w:lang w:val="uk-UA"/>
      </w:rPr>
      <w:t>ОБЛАСНИЙ ЦЕНТР НАУКОВО-ТЕХН</w:t>
    </w:r>
    <w:r w:rsidR="006603F4" w:rsidRPr="00430432">
      <w:rPr>
        <w:b/>
        <w:color w:val="000000"/>
        <w:lang w:val="uk-UA"/>
      </w:rPr>
      <w:t>І</w:t>
    </w:r>
    <w:r w:rsidR="006603F4" w:rsidRPr="000678CE">
      <w:rPr>
        <w:b/>
        <w:color w:val="000000"/>
        <w:lang w:val="uk-UA"/>
      </w:rPr>
      <w:t>ЧНО</w:t>
    </w:r>
    <w:r w:rsidR="006603F4" w:rsidRPr="00430432">
      <w:rPr>
        <w:b/>
        <w:color w:val="000000"/>
        <w:lang w:val="uk-UA"/>
      </w:rPr>
      <w:t>Ї ТВОРЧОСТІ ТА ІНФОРМАЦІЙНИХ ТЕХНОЛОГІЙ УЧНІВСЬКОЇ МОЛОДІ”</w:t>
    </w:r>
    <w:r w:rsidR="006603F4">
      <w:rPr>
        <w:b/>
        <w:color w:val="000000"/>
        <w:lang w:val="uk-UA"/>
      </w:rPr>
      <w:t xml:space="preserve"> ДНІПРОПЕТРОВСЬКОЇ ОБЛАСНОЇ РАДИ”</w:t>
    </w:r>
  </w:p>
  <w:p w14:paraId="49AECFA0" w14:textId="3795374F" w:rsidR="003D154A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(КЗПО “ДОЦНТТ та ІТУМ” ДОР”)</w:t>
    </w:r>
    <w:r w:rsidR="00BD666F">
      <w:rPr>
        <w:b/>
        <w:color w:val="000000"/>
        <w:lang w:val="uk-UA"/>
      </w:rPr>
      <w:t xml:space="preserve"> </w:t>
    </w:r>
  </w:p>
  <w:p w14:paraId="74A3574D" w14:textId="77777777" w:rsidR="00BD666F" w:rsidRDefault="00BD666F" w:rsidP="006603F4">
    <w:pPr>
      <w:jc w:val="center"/>
      <w:rPr>
        <w:b/>
        <w:color w:val="000000"/>
        <w:lang w:val="uk-UA"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283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2252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3212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4172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5132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6092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7052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8012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8972" w:hanging="432"/>
      </w:pPr>
      <w:rPr>
        <w:lang w:val="uk-UA" w:eastAsia="uk-UA" w:bidi="uk-UA"/>
      </w:rPr>
    </w:lvl>
  </w:abstractNum>
  <w:abstractNum w:abstractNumId="1" w15:restartNumberingAfterBreak="0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BF41E4C"/>
    <w:multiLevelType w:val="hybridMultilevel"/>
    <w:tmpl w:val="99C6EFD6"/>
    <w:lvl w:ilvl="0" w:tplc="FFFFFFFF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FFFFFFFF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FFFFFFFF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FFFFFFFF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FFFFFFFF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FFFFFFFF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FFFFFFFF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FFFFFFFF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FFFFFFFF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abstractNum w:abstractNumId="3" w15:restartNumberingAfterBreak="0">
    <w:nsid w:val="1EA85AF1"/>
    <w:multiLevelType w:val="multilevel"/>
    <w:tmpl w:val="4A0643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CAF4651"/>
    <w:multiLevelType w:val="multilevel"/>
    <w:tmpl w:val="C06EB0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57F22E17"/>
    <w:multiLevelType w:val="multilevel"/>
    <w:tmpl w:val="9BE655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0" w15:restartNumberingAfterBreak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157364"/>
    <w:multiLevelType w:val="multilevel"/>
    <w:tmpl w:val="22D4733A"/>
    <w:lvl w:ilvl="0">
      <w:start w:val="1"/>
      <w:numFmt w:val="decimal"/>
      <w:lvlText w:val="%1."/>
      <w:lvlJc w:val="left"/>
      <w:pPr>
        <w:ind w:left="488" w:hanging="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2" w15:restartNumberingAfterBreak="0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num w:numId="1" w16cid:durableId="2117678588">
    <w:abstractNumId w:val="13"/>
  </w:num>
  <w:num w:numId="2" w16cid:durableId="230772290">
    <w:abstractNumId w:val="1"/>
  </w:num>
  <w:num w:numId="3" w16cid:durableId="1024595836">
    <w:abstractNumId w:val="8"/>
  </w:num>
  <w:num w:numId="4" w16cid:durableId="171382082">
    <w:abstractNumId w:val="5"/>
  </w:num>
  <w:num w:numId="5" w16cid:durableId="196629739">
    <w:abstractNumId w:val="7"/>
  </w:num>
  <w:num w:numId="6" w16cid:durableId="1630361702">
    <w:abstractNumId w:val="10"/>
  </w:num>
  <w:num w:numId="7" w16cid:durableId="1098867744">
    <w:abstractNumId w:val="4"/>
  </w:num>
  <w:num w:numId="8" w16cid:durableId="1972010281">
    <w:abstractNumId w:val="12"/>
  </w:num>
  <w:num w:numId="9" w16cid:durableId="762262316">
    <w:abstractNumId w:val="6"/>
  </w:num>
  <w:num w:numId="10" w16cid:durableId="9542880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3336147">
    <w:abstractNumId w:val="3"/>
  </w:num>
  <w:num w:numId="12" w16cid:durableId="1575430063">
    <w:abstractNumId w:val="0"/>
  </w:num>
  <w:num w:numId="13" w16cid:durableId="469397910">
    <w:abstractNumId w:val="2"/>
  </w:num>
  <w:num w:numId="14" w16cid:durableId="1367411338">
    <w:abstractNumId w:val="9"/>
  </w:num>
  <w:num w:numId="15" w16cid:durableId="21412218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6F"/>
    <w:rsid w:val="00001498"/>
    <w:rsid w:val="00017942"/>
    <w:rsid w:val="000201CD"/>
    <w:rsid w:val="00020F40"/>
    <w:rsid w:val="0003082D"/>
    <w:rsid w:val="00030FE9"/>
    <w:rsid w:val="00032D21"/>
    <w:rsid w:val="00034D95"/>
    <w:rsid w:val="00035026"/>
    <w:rsid w:val="00036412"/>
    <w:rsid w:val="00040171"/>
    <w:rsid w:val="0004180A"/>
    <w:rsid w:val="00051041"/>
    <w:rsid w:val="000552BC"/>
    <w:rsid w:val="00061ADD"/>
    <w:rsid w:val="00062D76"/>
    <w:rsid w:val="00065C49"/>
    <w:rsid w:val="00066E14"/>
    <w:rsid w:val="00075EFA"/>
    <w:rsid w:val="0008105B"/>
    <w:rsid w:val="00097384"/>
    <w:rsid w:val="000A7B99"/>
    <w:rsid w:val="000B1A70"/>
    <w:rsid w:val="000B25C5"/>
    <w:rsid w:val="000D1A0B"/>
    <w:rsid w:val="000D3164"/>
    <w:rsid w:val="000E3433"/>
    <w:rsid w:val="000E57B6"/>
    <w:rsid w:val="000E7C90"/>
    <w:rsid w:val="000F1512"/>
    <w:rsid w:val="000F221F"/>
    <w:rsid w:val="000F254C"/>
    <w:rsid w:val="000F3A58"/>
    <w:rsid w:val="000F4F39"/>
    <w:rsid w:val="000F745F"/>
    <w:rsid w:val="00100159"/>
    <w:rsid w:val="00100544"/>
    <w:rsid w:val="00101386"/>
    <w:rsid w:val="00112769"/>
    <w:rsid w:val="001129C8"/>
    <w:rsid w:val="0011363D"/>
    <w:rsid w:val="00114ECF"/>
    <w:rsid w:val="00120900"/>
    <w:rsid w:val="00123256"/>
    <w:rsid w:val="001400F4"/>
    <w:rsid w:val="00143C9E"/>
    <w:rsid w:val="00150E92"/>
    <w:rsid w:val="00151BCF"/>
    <w:rsid w:val="001630E1"/>
    <w:rsid w:val="00165EEA"/>
    <w:rsid w:val="00172104"/>
    <w:rsid w:val="00182E14"/>
    <w:rsid w:val="00183890"/>
    <w:rsid w:val="0018392C"/>
    <w:rsid w:val="001910BD"/>
    <w:rsid w:val="00191B91"/>
    <w:rsid w:val="00195ABE"/>
    <w:rsid w:val="001A01B4"/>
    <w:rsid w:val="001A161D"/>
    <w:rsid w:val="001A24AD"/>
    <w:rsid w:val="001A2596"/>
    <w:rsid w:val="001A2760"/>
    <w:rsid w:val="001B1B39"/>
    <w:rsid w:val="001B31C5"/>
    <w:rsid w:val="001B3D52"/>
    <w:rsid w:val="001C14DF"/>
    <w:rsid w:val="001C2607"/>
    <w:rsid w:val="001C3139"/>
    <w:rsid w:val="001C38F9"/>
    <w:rsid w:val="001C5E7C"/>
    <w:rsid w:val="001D0177"/>
    <w:rsid w:val="001D1282"/>
    <w:rsid w:val="001E05C2"/>
    <w:rsid w:val="001E2135"/>
    <w:rsid w:val="001E2B36"/>
    <w:rsid w:val="001E42F3"/>
    <w:rsid w:val="001E5ADC"/>
    <w:rsid w:val="001E673A"/>
    <w:rsid w:val="001E7972"/>
    <w:rsid w:val="001F0206"/>
    <w:rsid w:val="001F4553"/>
    <w:rsid w:val="00206CDA"/>
    <w:rsid w:val="00213DCE"/>
    <w:rsid w:val="00213E7D"/>
    <w:rsid w:val="00221C77"/>
    <w:rsid w:val="00225DA5"/>
    <w:rsid w:val="002300EA"/>
    <w:rsid w:val="0023471F"/>
    <w:rsid w:val="002406E5"/>
    <w:rsid w:val="002409FC"/>
    <w:rsid w:val="0024423F"/>
    <w:rsid w:val="002444EC"/>
    <w:rsid w:val="00245F86"/>
    <w:rsid w:val="0024654D"/>
    <w:rsid w:val="0025787E"/>
    <w:rsid w:val="00261AD1"/>
    <w:rsid w:val="00262288"/>
    <w:rsid w:val="00271A82"/>
    <w:rsid w:val="00271E66"/>
    <w:rsid w:val="00275DCB"/>
    <w:rsid w:val="0027744A"/>
    <w:rsid w:val="00280271"/>
    <w:rsid w:val="0028072E"/>
    <w:rsid w:val="00284C7C"/>
    <w:rsid w:val="0028743B"/>
    <w:rsid w:val="00291C9F"/>
    <w:rsid w:val="00293307"/>
    <w:rsid w:val="002A1158"/>
    <w:rsid w:val="002A2843"/>
    <w:rsid w:val="002A5541"/>
    <w:rsid w:val="002B1DC8"/>
    <w:rsid w:val="002B3791"/>
    <w:rsid w:val="002B53FF"/>
    <w:rsid w:val="002C21D7"/>
    <w:rsid w:val="002C5E5E"/>
    <w:rsid w:val="002D0977"/>
    <w:rsid w:val="002D28B4"/>
    <w:rsid w:val="002D46F6"/>
    <w:rsid w:val="002E0C69"/>
    <w:rsid w:val="002E3AAD"/>
    <w:rsid w:val="002E4289"/>
    <w:rsid w:val="002E4829"/>
    <w:rsid w:val="002E54F2"/>
    <w:rsid w:val="002F337E"/>
    <w:rsid w:val="002F42C6"/>
    <w:rsid w:val="00314440"/>
    <w:rsid w:val="00321366"/>
    <w:rsid w:val="00322099"/>
    <w:rsid w:val="003251C6"/>
    <w:rsid w:val="00326A47"/>
    <w:rsid w:val="00334A50"/>
    <w:rsid w:val="003405EA"/>
    <w:rsid w:val="00340D62"/>
    <w:rsid w:val="0034566B"/>
    <w:rsid w:val="00346BE4"/>
    <w:rsid w:val="00350382"/>
    <w:rsid w:val="00356AC5"/>
    <w:rsid w:val="00362434"/>
    <w:rsid w:val="00373DCC"/>
    <w:rsid w:val="00377183"/>
    <w:rsid w:val="00383A21"/>
    <w:rsid w:val="003872C4"/>
    <w:rsid w:val="0039055B"/>
    <w:rsid w:val="003940D5"/>
    <w:rsid w:val="003A76F1"/>
    <w:rsid w:val="003B221C"/>
    <w:rsid w:val="003C5451"/>
    <w:rsid w:val="003D154A"/>
    <w:rsid w:val="003D4A13"/>
    <w:rsid w:val="003D4F6E"/>
    <w:rsid w:val="003D7027"/>
    <w:rsid w:val="003F0D6E"/>
    <w:rsid w:val="003F1226"/>
    <w:rsid w:val="003F1A4E"/>
    <w:rsid w:val="003F30E5"/>
    <w:rsid w:val="00406758"/>
    <w:rsid w:val="00406C90"/>
    <w:rsid w:val="00411041"/>
    <w:rsid w:val="00411A1F"/>
    <w:rsid w:val="00413339"/>
    <w:rsid w:val="00430432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242"/>
    <w:rsid w:val="00471FBC"/>
    <w:rsid w:val="00474D22"/>
    <w:rsid w:val="0048163A"/>
    <w:rsid w:val="00483378"/>
    <w:rsid w:val="00491CA6"/>
    <w:rsid w:val="0049308D"/>
    <w:rsid w:val="00495772"/>
    <w:rsid w:val="00496CA8"/>
    <w:rsid w:val="004A2143"/>
    <w:rsid w:val="004A278F"/>
    <w:rsid w:val="004A7D5C"/>
    <w:rsid w:val="004B1238"/>
    <w:rsid w:val="004B1CD0"/>
    <w:rsid w:val="004B24AF"/>
    <w:rsid w:val="004B3C2E"/>
    <w:rsid w:val="004C30BC"/>
    <w:rsid w:val="004F4042"/>
    <w:rsid w:val="0050741B"/>
    <w:rsid w:val="00507639"/>
    <w:rsid w:val="005079BB"/>
    <w:rsid w:val="00510F4B"/>
    <w:rsid w:val="0051192C"/>
    <w:rsid w:val="00512BDF"/>
    <w:rsid w:val="00517592"/>
    <w:rsid w:val="005205F7"/>
    <w:rsid w:val="0052551B"/>
    <w:rsid w:val="005274B0"/>
    <w:rsid w:val="00530450"/>
    <w:rsid w:val="005305DB"/>
    <w:rsid w:val="0053173D"/>
    <w:rsid w:val="00531E2A"/>
    <w:rsid w:val="0053416F"/>
    <w:rsid w:val="005346E1"/>
    <w:rsid w:val="00540D2A"/>
    <w:rsid w:val="0054218A"/>
    <w:rsid w:val="0054667A"/>
    <w:rsid w:val="00555B1C"/>
    <w:rsid w:val="00556646"/>
    <w:rsid w:val="005677CC"/>
    <w:rsid w:val="005735A2"/>
    <w:rsid w:val="00573EB5"/>
    <w:rsid w:val="00584802"/>
    <w:rsid w:val="00587F5E"/>
    <w:rsid w:val="005A06D1"/>
    <w:rsid w:val="005A4DAE"/>
    <w:rsid w:val="005B7DD5"/>
    <w:rsid w:val="005C1D5D"/>
    <w:rsid w:val="005C3476"/>
    <w:rsid w:val="005C5292"/>
    <w:rsid w:val="005C66AC"/>
    <w:rsid w:val="005D378D"/>
    <w:rsid w:val="005D5739"/>
    <w:rsid w:val="005E0313"/>
    <w:rsid w:val="005E05D2"/>
    <w:rsid w:val="005E2D43"/>
    <w:rsid w:val="005F2B06"/>
    <w:rsid w:val="005F492A"/>
    <w:rsid w:val="005F5CC9"/>
    <w:rsid w:val="005F5D55"/>
    <w:rsid w:val="005F75C6"/>
    <w:rsid w:val="00600565"/>
    <w:rsid w:val="00601A12"/>
    <w:rsid w:val="00612935"/>
    <w:rsid w:val="00615A85"/>
    <w:rsid w:val="0061667D"/>
    <w:rsid w:val="006202FD"/>
    <w:rsid w:val="00630348"/>
    <w:rsid w:val="0063096A"/>
    <w:rsid w:val="00632247"/>
    <w:rsid w:val="00633619"/>
    <w:rsid w:val="00642044"/>
    <w:rsid w:val="006447A4"/>
    <w:rsid w:val="00647450"/>
    <w:rsid w:val="00651310"/>
    <w:rsid w:val="006518E5"/>
    <w:rsid w:val="00655D5C"/>
    <w:rsid w:val="00656799"/>
    <w:rsid w:val="006603F4"/>
    <w:rsid w:val="006638FF"/>
    <w:rsid w:val="006656AA"/>
    <w:rsid w:val="00666CAF"/>
    <w:rsid w:val="006779C1"/>
    <w:rsid w:val="006801CD"/>
    <w:rsid w:val="00680823"/>
    <w:rsid w:val="00681528"/>
    <w:rsid w:val="00687899"/>
    <w:rsid w:val="00687F4E"/>
    <w:rsid w:val="006A09FF"/>
    <w:rsid w:val="006A2A95"/>
    <w:rsid w:val="006A42BD"/>
    <w:rsid w:val="006D2663"/>
    <w:rsid w:val="006E3046"/>
    <w:rsid w:val="006F0FD3"/>
    <w:rsid w:val="006F1D28"/>
    <w:rsid w:val="006F7D72"/>
    <w:rsid w:val="007014FE"/>
    <w:rsid w:val="00703F12"/>
    <w:rsid w:val="007041D8"/>
    <w:rsid w:val="007070B5"/>
    <w:rsid w:val="00711B5F"/>
    <w:rsid w:val="00712AF2"/>
    <w:rsid w:val="007149A4"/>
    <w:rsid w:val="00715CBC"/>
    <w:rsid w:val="007173DB"/>
    <w:rsid w:val="0071772A"/>
    <w:rsid w:val="00720960"/>
    <w:rsid w:val="00723CEB"/>
    <w:rsid w:val="00727303"/>
    <w:rsid w:val="00727987"/>
    <w:rsid w:val="00743061"/>
    <w:rsid w:val="007441B1"/>
    <w:rsid w:val="00744BA6"/>
    <w:rsid w:val="007502B6"/>
    <w:rsid w:val="00754477"/>
    <w:rsid w:val="007636EF"/>
    <w:rsid w:val="007773A4"/>
    <w:rsid w:val="00777D3E"/>
    <w:rsid w:val="00781650"/>
    <w:rsid w:val="00784BF6"/>
    <w:rsid w:val="007862ED"/>
    <w:rsid w:val="00786570"/>
    <w:rsid w:val="00786975"/>
    <w:rsid w:val="00796387"/>
    <w:rsid w:val="00796BF3"/>
    <w:rsid w:val="00796F66"/>
    <w:rsid w:val="007973CD"/>
    <w:rsid w:val="007A2D47"/>
    <w:rsid w:val="007B2906"/>
    <w:rsid w:val="007B2990"/>
    <w:rsid w:val="007B509A"/>
    <w:rsid w:val="007B7AEB"/>
    <w:rsid w:val="007C3C9B"/>
    <w:rsid w:val="007C506F"/>
    <w:rsid w:val="007E0EBE"/>
    <w:rsid w:val="007E355F"/>
    <w:rsid w:val="007E754C"/>
    <w:rsid w:val="007F1681"/>
    <w:rsid w:val="007F5E7F"/>
    <w:rsid w:val="007F7A70"/>
    <w:rsid w:val="008000F7"/>
    <w:rsid w:val="0080098A"/>
    <w:rsid w:val="00806202"/>
    <w:rsid w:val="00812F79"/>
    <w:rsid w:val="00815EEE"/>
    <w:rsid w:val="00815EFD"/>
    <w:rsid w:val="0083057B"/>
    <w:rsid w:val="00832318"/>
    <w:rsid w:val="00833E7F"/>
    <w:rsid w:val="008360A4"/>
    <w:rsid w:val="00836807"/>
    <w:rsid w:val="00843CD7"/>
    <w:rsid w:val="00846C36"/>
    <w:rsid w:val="00861584"/>
    <w:rsid w:val="0087187B"/>
    <w:rsid w:val="00876DC9"/>
    <w:rsid w:val="0088028C"/>
    <w:rsid w:val="00883B33"/>
    <w:rsid w:val="00884F34"/>
    <w:rsid w:val="00887417"/>
    <w:rsid w:val="00891702"/>
    <w:rsid w:val="008942EB"/>
    <w:rsid w:val="00895A6F"/>
    <w:rsid w:val="00896CC7"/>
    <w:rsid w:val="008A79EA"/>
    <w:rsid w:val="008B6EF6"/>
    <w:rsid w:val="008B7236"/>
    <w:rsid w:val="008C728B"/>
    <w:rsid w:val="008D36C9"/>
    <w:rsid w:val="008E2CCF"/>
    <w:rsid w:val="008F2AF8"/>
    <w:rsid w:val="008F7E2A"/>
    <w:rsid w:val="0090317B"/>
    <w:rsid w:val="00905953"/>
    <w:rsid w:val="00912402"/>
    <w:rsid w:val="00912B17"/>
    <w:rsid w:val="00913A2B"/>
    <w:rsid w:val="00921F9B"/>
    <w:rsid w:val="00922272"/>
    <w:rsid w:val="00933AB7"/>
    <w:rsid w:val="00945794"/>
    <w:rsid w:val="009479EF"/>
    <w:rsid w:val="00952EF7"/>
    <w:rsid w:val="00954D3B"/>
    <w:rsid w:val="00962160"/>
    <w:rsid w:val="00962472"/>
    <w:rsid w:val="00977F5C"/>
    <w:rsid w:val="00982788"/>
    <w:rsid w:val="00983EF1"/>
    <w:rsid w:val="00991D6E"/>
    <w:rsid w:val="009A681B"/>
    <w:rsid w:val="009A7721"/>
    <w:rsid w:val="009B5ECB"/>
    <w:rsid w:val="009C01E3"/>
    <w:rsid w:val="009C2E22"/>
    <w:rsid w:val="009C2F2B"/>
    <w:rsid w:val="009D2496"/>
    <w:rsid w:val="009D2570"/>
    <w:rsid w:val="009D5E0B"/>
    <w:rsid w:val="009E0536"/>
    <w:rsid w:val="009E33E9"/>
    <w:rsid w:val="009E3B6A"/>
    <w:rsid w:val="009F5840"/>
    <w:rsid w:val="00A00A7E"/>
    <w:rsid w:val="00A03C08"/>
    <w:rsid w:val="00A070C0"/>
    <w:rsid w:val="00A0783C"/>
    <w:rsid w:val="00A16622"/>
    <w:rsid w:val="00A33257"/>
    <w:rsid w:val="00A3710C"/>
    <w:rsid w:val="00A377CC"/>
    <w:rsid w:val="00A429BB"/>
    <w:rsid w:val="00A476AF"/>
    <w:rsid w:val="00A5181E"/>
    <w:rsid w:val="00A51ABE"/>
    <w:rsid w:val="00A520AD"/>
    <w:rsid w:val="00A53427"/>
    <w:rsid w:val="00A676E0"/>
    <w:rsid w:val="00A67D0D"/>
    <w:rsid w:val="00A754F6"/>
    <w:rsid w:val="00A76318"/>
    <w:rsid w:val="00A93BCF"/>
    <w:rsid w:val="00A96999"/>
    <w:rsid w:val="00A97BB5"/>
    <w:rsid w:val="00AA5C75"/>
    <w:rsid w:val="00AB35F0"/>
    <w:rsid w:val="00AB7989"/>
    <w:rsid w:val="00AC265D"/>
    <w:rsid w:val="00AC5B0C"/>
    <w:rsid w:val="00AD16D0"/>
    <w:rsid w:val="00AD78B5"/>
    <w:rsid w:val="00AF715A"/>
    <w:rsid w:val="00B04B3B"/>
    <w:rsid w:val="00B13739"/>
    <w:rsid w:val="00B1419E"/>
    <w:rsid w:val="00B15E2E"/>
    <w:rsid w:val="00B15F69"/>
    <w:rsid w:val="00B16313"/>
    <w:rsid w:val="00B21A64"/>
    <w:rsid w:val="00B2415B"/>
    <w:rsid w:val="00B300C5"/>
    <w:rsid w:val="00B30330"/>
    <w:rsid w:val="00B33FCB"/>
    <w:rsid w:val="00B40366"/>
    <w:rsid w:val="00B40984"/>
    <w:rsid w:val="00B43502"/>
    <w:rsid w:val="00B438BD"/>
    <w:rsid w:val="00B43C84"/>
    <w:rsid w:val="00B469B5"/>
    <w:rsid w:val="00B52D5B"/>
    <w:rsid w:val="00B53544"/>
    <w:rsid w:val="00B568E6"/>
    <w:rsid w:val="00B608D5"/>
    <w:rsid w:val="00B7075A"/>
    <w:rsid w:val="00B70D0D"/>
    <w:rsid w:val="00B71FC4"/>
    <w:rsid w:val="00B765B4"/>
    <w:rsid w:val="00B77E7D"/>
    <w:rsid w:val="00B95F01"/>
    <w:rsid w:val="00BA556D"/>
    <w:rsid w:val="00BA5DED"/>
    <w:rsid w:val="00BB182F"/>
    <w:rsid w:val="00BB6850"/>
    <w:rsid w:val="00BB6B59"/>
    <w:rsid w:val="00BB7666"/>
    <w:rsid w:val="00BC014A"/>
    <w:rsid w:val="00BC24B1"/>
    <w:rsid w:val="00BC4164"/>
    <w:rsid w:val="00BC43D1"/>
    <w:rsid w:val="00BC4C8C"/>
    <w:rsid w:val="00BC7FA1"/>
    <w:rsid w:val="00BD4187"/>
    <w:rsid w:val="00BD4510"/>
    <w:rsid w:val="00BD666F"/>
    <w:rsid w:val="00BE1011"/>
    <w:rsid w:val="00BE2DEF"/>
    <w:rsid w:val="00BE68B1"/>
    <w:rsid w:val="00BE7E4D"/>
    <w:rsid w:val="00BF5394"/>
    <w:rsid w:val="00C109C3"/>
    <w:rsid w:val="00C15539"/>
    <w:rsid w:val="00C2031C"/>
    <w:rsid w:val="00C24F1C"/>
    <w:rsid w:val="00C368C8"/>
    <w:rsid w:val="00C36F1E"/>
    <w:rsid w:val="00C40FFA"/>
    <w:rsid w:val="00C45949"/>
    <w:rsid w:val="00C45FFC"/>
    <w:rsid w:val="00C47715"/>
    <w:rsid w:val="00C575DB"/>
    <w:rsid w:val="00C7567F"/>
    <w:rsid w:val="00C821FE"/>
    <w:rsid w:val="00C86055"/>
    <w:rsid w:val="00C960E7"/>
    <w:rsid w:val="00C96C9F"/>
    <w:rsid w:val="00C96E94"/>
    <w:rsid w:val="00CA3778"/>
    <w:rsid w:val="00CA4679"/>
    <w:rsid w:val="00CA646E"/>
    <w:rsid w:val="00CA648D"/>
    <w:rsid w:val="00CB0E6C"/>
    <w:rsid w:val="00CB1170"/>
    <w:rsid w:val="00CB4120"/>
    <w:rsid w:val="00CB493E"/>
    <w:rsid w:val="00CB7527"/>
    <w:rsid w:val="00CC074C"/>
    <w:rsid w:val="00CC08A7"/>
    <w:rsid w:val="00CC2628"/>
    <w:rsid w:val="00CD212F"/>
    <w:rsid w:val="00CD35F3"/>
    <w:rsid w:val="00CE0430"/>
    <w:rsid w:val="00CE10FB"/>
    <w:rsid w:val="00CE4A50"/>
    <w:rsid w:val="00CF7926"/>
    <w:rsid w:val="00D06226"/>
    <w:rsid w:val="00D06765"/>
    <w:rsid w:val="00D07FE6"/>
    <w:rsid w:val="00D14D14"/>
    <w:rsid w:val="00D1688D"/>
    <w:rsid w:val="00D2049C"/>
    <w:rsid w:val="00D27869"/>
    <w:rsid w:val="00D31A2B"/>
    <w:rsid w:val="00D34055"/>
    <w:rsid w:val="00D35132"/>
    <w:rsid w:val="00D35496"/>
    <w:rsid w:val="00D36ED9"/>
    <w:rsid w:val="00D414BF"/>
    <w:rsid w:val="00D4212D"/>
    <w:rsid w:val="00D433F5"/>
    <w:rsid w:val="00D44654"/>
    <w:rsid w:val="00D5056B"/>
    <w:rsid w:val="00D52BD1"/>
    <w:rsid w:val="00D565E2"/>
    <w:rsid w:val="00D606A2"/>
    <w:rsid w:val="00D75048"/>
    <w:rsid w:val="00D80135"/>
    <w:rsid w:val="00D82BC5"/>
    <w:rsid w:val="00D82DD7"/>
    <w:rsid w:val="00D839FA"/>
    <w:rsid w:val="00D9126A"/>
    <w:rsid w:val="00D96B67"/>
    <w:rsid w:val="00DA43D2"/>
    <w:rsid w:val="00DB162D"/>
    <w:rsid w:val="00DB5A72"/>
    <w:rsid w:val="00DB5F0D"/>
    <w:rsid w:val="00DB688D"/>
    <w:rsid w:val="00DC284A"/>
    <w:rsid w:val="00DC4E78"/>
    <w:rsid w:val="00DD2FEA"/>
    <w:rsid w:val="00DD377C"/>
    <w:rsid w:val="00DD4B18"/>
    <w:rsid w:val="00DE064E"/>
    <w:rsid w:val="00DE0AD7"/>
    <w:rsid w:val="00DE6A80"/>
    <w:rsid w:val="00DF05D0"/>
    <w:rsid w:val="00DF3C52"/>
    <w:rsid w:val="00E05904"/>
    <w:rsid w:val="00E069D4"/>
    <w:rsid w:val="00E20AEA"/>
    <w:rsid w:val="00E36EDE"/>
    <w:rsid w:val="00E37B1E"/>
    <w:rsid w:val="00E5437B"/>
    <w:rsid w:val="00E57032"/>
    <w:rsid w:val="00E672A4"/>
    <w:rsid w:val="00E72B43"/>
    <w:rsid w:val="00E77893"/>
    <w:rsid w:val="00E82535"/>
    <w:rsid w:val="00E93E0B"/>
    <w:rsid w:val="00EA15A7"/>
    <w:rsid w:val="00EA1D52"/>
    <w:rsid w:val="00EC13E8"/>
    <w:rsid w:val="00EC3B95"/>
    <w:rsid w:val="00ED73F8"/>
    <w:rsid w:val="00EE5757"/>
    <w:rsid w:val="00EF049E"/>
    <w:rsid w:val="00EF0D13"/>
    <w:rsid w:val="00EF49C0"/>
    <w:rsid w:val="00EF7926"/>
    <w:rsid w:val="00F020C2"/>
    <w:rsid w:val="00F024A4"/>
    <w:rsid w:val="00F07599"/>
    <w:rsid w:val="00F1162E"/>
    <w:rsid w:val="00F14BD3"/>
    <w:rsid w:val="00F23DD4"/>
    <w:rsid w:val="00F2586C"/>
    <w:rsid w:val="00F537D9"/>
    <w:rsid w:val="00F54A7A"/>
    <w:rsid w:val="00F575AA"/>
    <w:rsid w:val="00F57DDA"/>
    <w:rsid w:val="00F61541"/>
    <w:rsid w:val="00F67A00"/>
    <w:rsid w:val="00F72F9B"/>
    <w:rsid w:val="00F74598"/>
    <w:rsid w:val="00F82FC6"/>
    <w:rsid w:val="00F91ABB"/>
    <w:rsid w:val="00F965B9"/>
    <w:rsid w:val="00FA1FE1"/>
    <w:rsid w:val="00FA2DC7"/>
    <w:rsid w:val="00FB10BE"/>
    <w:rsid w:val="00FB53B5"/>
    <w:rsid w:val="00FB6837"/>
    <w:rsid w:val="00FB7C43"/>
    <w:rsid w:val="00FC2DE2"/>
    <w:rsid w:val="00FC5FFD"/>
    <w:rsid w:val="00FC668C"/>
    <w:rsid w:val="00FD004B"/>
    <w:rsid w:val="00FD28A6"/>
    <w:rsid w:val="00FD314F"/>
    <w:rsid w:val="00FD47C5"/>
    <w:rsid w:val="00FD6847"/>
    <w:rsid w:val="00FD7604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B8A11E5"/>
  <w15:docId w15:val="{A4302D08-C49C-489E-9FA4-C6001349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и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uiPriority w:val="1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lya\Downloads\&#1064;&#1040;&#1041;&#1051;&#1054;&#1053;%20-%20&#1053;&#1040;&#1050;&#1040;&#1047;%20&#1079;&#1072;%20&#1044;&#1057;&#1058;&#1059;%204163_2020%20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BA23B-7205-44CC-AC1C-1EAF7B4F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НАКАЗ за ДСТУ 4163_2020 </Template>
  <TotalTime>4605</TotalTime>
  <Pages>1</Pages>
  <Words>200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Rychko Nelya</dc:creator>
  <cp:keywords/>
  <cp:lastModifiedBy>Rychko Nelya</cp:lastModifiedBy>
  <cp:revision>73</cp:revision>
  <cp:lastPrinted>2020-11-03T11:02:00Z</cp:lastPrinted>
  <dcterms:created xsi:type="dcterms:W3CDTF">2024-03-27T07:24:00Z</dcterms:created>
  <dcterms:modified xsi:type="dcterms:W3CDTF">2024-05-27T08:43:00Z</dcterms:modified>
</cp:coreProperties>
</file>